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0A7B0F" w:rsidRDefault="000A7B0F" w:rsidP="00FB5AB1">
            <w:pPr>
              <w:jc w:val="center"/>
            </w:pPr>
          </w:p>
          <w:p w:rsidR="00BE4058" w:rsidRDefault="00BE4058" w:rsidP="00FB5AB1">
            <w:pPr>
              <w:jc w:val="center"/>
            </w:pPr>
          </w:p>
          <w:p w:rsidR="00BE4058" w:rsidRDefault="00BE4058" w:rsidP="00FB5AB1">
            <w:pPr>
              <w:jc w:val="center"/>
            </w:pPr>
          </w:p>
          <w:p w:rsidR="00BE4058" w:rsidRDefault="00BE4058" w:rsidP="00FB5AB1">
            <w:pPr>
              <w:jc w:val="center"/>
            </w:pPr>
          </w:p>
          <w:p w:rsidR="00BE4058" w:rsidRDefault="00BE4058" w:rsidP="00FB5AB1">
            <w:pPr>
              <w:jc w:val="center"/>
            </w:pPr>
          </w:p>
          <w:p w:rsidR="00BE4058" w:rsidRPr="00C95A6B" w:rsidRDefault="00BE4058" w:rsidP="00FB5AB1">
            <w:pPr>
              <w:jc w:val="center"/>
            </w:pPr>
            <w:bookmarkStart w:id="0" w:name="_GoBack"/>
            <w:bookmarkEnd w:id="0"/>
          </w:p>
          <w:p w:rsidR="000B5EF7" w:rsidRPr="00C95A6B" w:rsidRDefault="000B5EF7" w:rsidP="00FB5AB1">
            <w:pPr>
              <w:jc w:val="center"/>
            </w:pPr>
          </w:p>
          <w:p w:rsidR="00FB2C50" w:rsidRPr="00C95A6B" w:rsidRDefault="00BE4058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7758E1" w:rsidRPr="00FB2C50" w:rsidRDefault="007758E1" w:rsidP="000A7B0F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Pr="00C95A6B" w:rsidRDefault="00FB2C50" w:rsidP="00FB5AB1">
            <w:pPr>
              <w:jc w:val="center"/>
            </w:pPr>
          </w:p>
          <w:p w:rsidR="00FB2C50" w:rsidRPr="00C95A6B" w:rsidRDefault="00BE4058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7758E1" w:rsidRDefault="007758E1" w:rsidP="000B5EF7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  <w:proofErr w:type="gramStart"/>
                        <w:r>
                          <w:rPr>
                            <w:b/>
                            <w:sz w:val="24"/>
                            <w:szCs w:val="40"/>
                          </w:rPr>
                          <w:t>D.1.1</w:t>
                        </w:r>
                        <w:proofErr w:type="gramEnd"/>
                        <w:r>
                          <w:rPr>
                            <w:b/>
                            <w:sz w:val="24"/>
                            <w:szCs w:val="40"/>
                          </w:rPr>
                          <w:t xml:space="preserve"> ARCHITEKTONICKO STAVEBNÍ ŘEŠENÍ</w:t>
                        </w:r>
                        <w:r w:rsidR="003B44B1">
                          <w:rPr>
                            <w:b/>
                            <w:sz w:val="24"/>
                            <w:szCs w:val="40"/>
                          </w:rPr>
                          <w:t>,  STAVEBNĚ KONSTRUKČNÍ ŘEŠENÍ</w:t>
                        </w:r>
                      </w:p>
                      <w:p w:rsidR="007758E1" w:rsidRPr="000A7B0F" w:rsidRDefault="007758E1" w:rsidP="000B5EF7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</w:p>
                    </w:txbxContent>
                  </v:textbox>
                  <w10:wrap anchorx="margin" anchory="page"/>
                </v:shape>
              </w:pict>
            </w:r>
          </w:p>
          <w:p w:rsidR="00AD5008" w:rsidRPr="00C95A6B" w:rsidRDefault="00AD5008" w:rsidP="00AD5008">
            <w:pPr>
              <w:spacing w:line="360" w:lineRule="auto"/>
            </w:pPr>
          </w:p>
          <w:p w:rsidR="00C36994" w:rsidRPr="00C95A6B" w:rsidRDefault="00C36994" w:rsidP="00AD500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E867E3" w:rsidRPr="00C95A6B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TECHNICKÁ ZPRÁVA</w:t>
            </w:r>
          </w:p>
          <w:p w:rsidR="00345686" w:rsidRPr="00C95A6B" w:rsidRDefault="001D35CC" w:rsidP="00C36994">
            <w:pPr>
              <w:spacing w:line="360" w:lineRule="auto"/>
              <w:ind w:left="1341"/>
              <w:rPr>
                <w:rFonts w:ascii="Arial" w:hAnsi="Arial" w:cs="Arial"/>
                <w:b/>
                <w:u w:val="single"/>
              </w:rPr>
            </w:pPr>
            <w:r w:rsidRPr="00C95A6B">
              <w:rPr>
                <w:rFonts w:ascii="Arial" w:hAnsi="Arial" w:cs="Arial"/>
                <w:b/>
                <w:u w:val="single"/>
              </w:rPr>
              <w:t>STÁVAJÍCÍ STAV, BOURACÍ PRÁCE</w:t>
            </w:r>
          </w:p>
          <w:p w:rsidR="00E2082F" w:rsidRPr="00C95A6B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proofErr w:type="gramStart"/>
            <w:r w:rsidRPr="00C95A6B">
              <w:rPr>
                <w:rFonts w:ascii="Arial" w:hAnsi="Arial" w:cs="Arial"/>
                <w:b/>
              </w:rPr>
              <w:t>PŮDORYS 1.PP</w:t>
            </w:r>
            <w:proofErr w:type="gramEnd"/>
          </w:p>
          <w:p w:rsidR="00C36994" w:rsidRPr="00C95A6B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PŮDORYS 1.NP</w:t>
            </w:r>
          </w:p>
          <w:p w:rsidR="00E867E3" w:rsidRPr="00C95A6B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 xml:space="preserve">PŮDORYS 2.NP </w:t>
            </w:r>
          </w:p>
          <w:p w:rsidR="00E867E3" w:rsidRPr="00C95A6B" w:rsidRDefault="00E4757B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ŘEZ A-A</w:t>
            </w:r>
          </w:p>
          <w:p w:rsidR="00E867E3" w:rsidRPr="00C95A6B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TECHNICKÉ POHLEDY</w:t>
            </w:r>
          </w:p>
          <w:p w:rsidR="00C36994" w:rsidRPr="00C95A6B" w:rsidRDefault="001D35CC" w:rsidP="00C36994">
            <w:pPr>
              <w:spacing w:line="360" w:lineRule="auto"/>
              <w:ind w:left="1341"/>
              <w:rPr>
                <w:rFonts w:ascii="Arial" w:hAnsi="Arial" w:cs="Arial"/>
                <w:b/>
                <w:u w:val="single"/>
              </w:rPr>
            </w:pPr>
            <w:r w:rsidRPr="00C95A6B">
              <w:rPr>
                <w:rFonts w:ascii="Arial" w:hAnsi="Arial" w:cs="Arial"/>
                <w:b/>
                <w:u w:val="single"/>
              </w:rPr>
              <w:t>NAVRHOVANÉ ŘEŠENÍ</w:t>
            </w:r>
          </w:p>
          <w:p w:rsidR="00A91D11" w:rsidRPr="00C95A6B" w:rsidRDefault="00A91D11" w:rsidP="00A91D11">
            <w:pPr>
              <w:pStyle w:val="Odstavecseseznamem"/>
              <w:numPr>
                <w:ilvl w:val="0"/>
                <w:numId w:val="1"/>
              </w:numPr>
              <w:spacing w:after="160"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SANACE A ÚPRAVY SPODNÍ STAVBY</w:t>
            </w:r>
          </w:p>
          <w:p w:rsidR="00A91D11" w:rsidRPr="00C95A6B" w:rsidRDefault="00A91D11" w:rsidP="00A91D11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PŮDORYS 1.NP</w:t>
            </w:r>
          </w:p>
          <w:p w:rsidR="00C36994" w:rsidRPr="00C95A6B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 xml:space="preserve">PŮDORYS 2.NP </w:t>
            </w:r>
          </w:p>
          <w:p w:rsidR="00C36994" w:rsidRPr="00C95A6B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PŮDORYS 3.NP</w:t>
            </w:r>
            <w:r w:rsidR="0086040B" w:rsidRPr="00C95A6B">
              <w:rPr>
                <w:rFonts w:ascii="Arial" w:hAnsi="Arial" w:cs="Arial"/>
                <w:b/>
              </w:rPr>
              <w:t xml:space="preserve"> A </w:t>
            </w:r>
            <w:r w:rsidRPr="00C95A6B">
              <w:rPr>
                <w:rFonts w:ascii="Arial" w:hAnsi="Arial" w:cs="Arial"/>
                <w:b/>
              </w:rPr>
              <w:t>KROVU</w:t>
            </w:r>
          </w:p>
          <w:p w:rsidR="00C36994" w:rsidRPr="00C95A6B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PŮDORYS STŘECHY</w:t>
            </w:r>
          </w:p>
          <w:p w:rsidR="0086040B" w:rsidRPr="00C95A6B" w:rsidRDefault="0086040B" w:rsidP="0086040B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VÝKRES STROPU 2.NP</w:t>
            </w:r>
          </w:p>
          <w:p w:rsidR="00C36994" w:rsidRPr="00C95A6B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ŘEZY</w:t>
            </w:r>
            <w:r w:rsidR="0086040B" w:rsidRPr="00C95A6B">
              <w:rPr>
                <w:rFonts w:ascii="Arial" w:hAnsi="Arial" w:cs="Arial"/>
                <w:b/>
              </w:rPr>
              <w:t xml:space="preserve"> A-A, B-B</w:t>
            </w:r>
          </w:p>
          <w:p w:rsidR="0086040B" w:rsidRPr="00C95A6B" w:rsidRDefault="00210DB4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ŘEZ</w:t>
            </w:r>
            <w:r w:rsidR="0086040B" w:rsidRPr="00C95A6B">
              <w:rPr>
                <w:rFonts w:ascii="Arial" w:hAnsi="Arial" w:cs="Arial"/>
                <w:b/>
              </w:rPr>
              <w:t xml:space="preserve"> C-C</w:t>
            </w:r>
          </w:p>
          <w:p w:rsidR="00C36994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TECHNICKÉ POHLEDY</w:t>
            </w:r>
          </w:p>
          <w:p w:rsidR="00F7202F" w:rsidRPr="00C95A6B" w:rsidRDefault="00F7202F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LEGENDA SKLADEB</w:t>
            </w:r>
          </w:p>
          <w:p w:rsidR="00C36994" w:rsidRPr="00C95A6B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C95A6B">
              <w:rPr>
                <w:rFonts w:ascii="Arial" w:hAnsi="Arial" w:cs="Arial"/>
                <w:b/>
              </w:rPr>
              <w:t>POHLEDY – BAREVNÉ ŘEŠENÍ</w:t>
            </w:r>
          </w:p>
          <w:p w:rsidR="00D16CC5" w:rsidRPr="00C95A6B" w:rsidRDefault="00D16CC5" w:rsidP="00745602">
            <w:pPr>
              <w:spacing w:line="360" w:lineRule="auto"/>
              <w:ind w:left="1341"/>
              <w:rPr>
                <w:rFonts w:ascii="Arial" w:hAnsi="Arial" w:cs="Arial"/>
                <w:b/>
                <w:u w:val="single"/>
              </w:rPr>
            </w:pPr>
            <w:r w:rsidRPr="00C95A6B">
              <w:rPr>
                <w:rFonts w:ascii="Arial" w:hAnsi="Arial" w:cs="Arial"/>
                <w:b/>
                <w:u w:val="single"/>
              </w:rPr>
              <w:t xml:space="preserve">STAVEBNĚ KONSTRUKČNÍ ŘEŠENÍ </w:t>
            </w:r>
          </w:p>
          <w:p w:rsidR="00745602" w:rsidRPr="00C95A6B" w:rsidRDefault="00C95A6B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TECHNICKÁ </w:t>
            </w:r>
            <w:r w:rsidR="00745602" w:rsidRPr="00C95A6B">
              <w:rPr>
                <w:rFonts w:ascii="Arial" w:hAnsi="Arial" w:cs="Arial"/>
                <w:b/>
              </w:rPr>
              <w:t>ZPRÁVA, STATICKÝ POSUDEK</w:t>
            </w:r>
          </w:p>
          <w:p w:rsidR="00E728C3" w:rsidRDefault="00E728C3" w:rsidP="00E728C3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825EDD" w:rsidRPr="00E728C3" w:rsidRDefault="00825EDD" w:rsidP="00BB5ED4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2C50"/>
    <w:rsid w:val="000153F8"/>
    <w:rsid w:val="00096C0C"/>
    <w:rsid w:val="000A7B0F"/>
    <w:rsid w:val="000B5EF7"/>
    <w:rsid w:val="000C3A78"/>
    <w:rsid w:val="000D293A"/>
    <w:rsid w:val="000E7EC5"/>
    <w:rsid w:val="001624DC"/>
    <w:rsid w:val="001630E6"/>
    <w:rsid w:val="00167788"/>
    <w:rsid w:val="0017230B"/>
    <w:rsid w:val="001D35CC"/>
    <w:rsid w:val="001E4DA8"/>
    <w:rsid w:val="001E5B64"/>
    <w:rsid w:val="001E780A"/>
    <w:rsid w:val="00206710"/>
    <w:rsid w:val="00210DB4"/>
    <w:rsid w:val="00263C43"/>
    <w:rsid w:val="00291774"/>
    <w:rsid w:val="002966B8"/>
    <w:rsid w:val="002C37FB"/>
    <w:rsid w:val="002D3B69"/>
    <w:rsid w:val="002E0B83"/>
    <w:rsid w:val="00306D8D"/>
    <w:rsid w:val="00345686"/>
    <w:rsid w:val="0036763E"/>
    <w:rsid w:val="00372567"/>
    <w:rsid w:val="0038731A"/>
    <w:rsid w:val="003B44B1"/>
    <w:rsid w:val="003E3C7E"/>
    <w:rsid w:val="004129EA"/>
    <w:rsid w:val="004279E5"/>
    <w:rsid w:val="004536F1"/>
    <w:rsid w:val="0049233D"/>
    <w:rsid w:val="004C4C8A"/>
    <w:rsid w:val="004E3DE3"/>
    <w:rsid w:val="004F2385"/>
    <w:rsid w:val="004F2FA6"/>
    <w:rsid w:val="00526892"/>
    <w:rsid w:val="005306CF"/>
    <w:rsid w:val="005347AF"/>
    <w:rsid w:val="005C69A7"/>
    <w:rsid w:val="00604A2D"/>
    <w:rsid w:val="00620473"/>
    <w:rsid w:val="00641325"/>
    <w:rsid w:val="006618D4"/>
    <w:rsid w:val="00671FF7"/>
    <w:rsid w:val="006A6058"/>
    <w:rsid w:val="006C6659"/>
    <w:rsid w:val="00745602"/>
    <w:rsid w:val="00762B31"/>
    <w:rsid w:val="007758E1"/>
    <w:rsid w:val="007815A5"/>
    <w:rsid w:val="007872C3"/>
    <w:rsid w:val="00787E1D"/>
    <w:rsid w:val="007E238F"/>
    <w:rsid w:val="00825EDD"/>
    <w:rsid w:val="00843993"/>
    <w:rsid w:val="0086040B"/>
    <w:rsid w:val="008B0B68"/>
    <w:rsid w:val="008B3030"/>
    <w:rsid w:val="00922C4C"/>
    <w:rsid w:val="009268B8"/>
    <w:rsid w:val="009367C7"/>
    <w:rsid w:val="00940B7A"/>
    <w:rsid w:val="009831B2"/>
    <w:rsid w:val="009E5F1E"/>
    <w:rsid w:val="009F09C0"/>
    <w:rsid w:val="00A00035"/>
    <w:rsid w:val="00A91D11"/>
    <w:rsid w:val="00A92EBB"/>
    <w:rsid w:val="00AA21B8"/>
    <w:rsid w:val="00AB0147"/>
    <w:rsid w:val="00AD5008"/>
    <w:rsid w:val="00AE329F"/>
    <w:rsid w:val="00AF060C"/>
    <w:rsid w:val="00AF4C64"/>
    <w:rsid w:val="00AF76CB"/>
    <w:rsid w:val="00B21F40"/>
    <w:rsid w:val="00B3379A"/>
    <w:rsid w:val="00B54186"/>
    <w:rsid w:val="00B83287"/>
    <w:rsid w:val="00BB5ED4"/>
    <w:rsid w:val="00BE4058"/>
    <w:rsid w:val="00C25687"/>
    <w:rsid w:val="00C36994"/>
    <w:rsid w:val="00C46103"/>
    <w:rsid w:val="00C80529"/>
    <w:rsid w:val="00C85838"/>
    <w:rsid w:val="00C95A6B"/>
    <w:rsid w:val="00CB0387"/>
    <w:rsid w:val="00CB2658"/>
    <w:rsid w:val="00CE5197"/>
    <w:rsid w:val="00CE6FAF"/>
    <w:rsid w:val="00D00431"/>
    <w:rsid w:val="00D16CC5"/>
    <w:rsid w:val="00D202ED"/>
    <w:rsid w:val="00D4201C"/>
    <w:rsid w:val="00D95619"/>
    <w:rsid w:val="00DC552C"/>
    <w:rsid w:val="00E11842"/>
    <w:rsid w:val="00E17525"/>
    <w:rsid w:val="00E203EA"/>
    <w:rsid w:val="00E2082F"/>
    <w:rsid w:val="00E24D52"/>
    <w:rsid w:val="00E4757B"/>
    <w:rsid w:val="00E66F66"/>
    <w:rsid w:val="00E728C3"/>
    <w:rsid w:val="00E840A9"/>
    <w:rsid w:val="00E867E3"/>
    <w:rsid w:val="00EA701A"/>
    <w:rsid w:val="00F058CE"/>
    <w:rsid w:val="00F369D5"/>
    <w:rsid w:val="00F5475F"/>
    <w:rsid w:val="00F54CE4"/>
    <w:rsid w:val="00F71157"/>
    <w:rsid w:val="00F7202F"/>
    <w:rsid w:val="00F76AA0"/>
    <w:rsid w:val="00F81271"/>
    <w:rsid w:val="00F97083"/>
    <w:rsid w:val="00FA6F87"/>
    <w:rsid w:val="00FB2C50"/>
    <w:rsid w:val="00FB5AB1"/>
    <w:rsid w:val="00FE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F49B327-DBDC-4C23-95BD-A6F610F6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1153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Adam Bajzík</cp:lastModifiedBy>
  <cp:revision>84</cp:revision>
  <cp:lastPrinted>2015-11-20T08:51:00Z</cp:lastPrinted>
  <dcterms:created xsi:type="dcterms:W3CDTF">2015-08-28T05:12:00Z</dcterms:created>
  <dcterms:modified xsi:type="dcterms:W3CDTF">2020-01-21T20:26:00Z</dcterms:modified>
</cp:coreProperties>
</file>